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F747A" w14:paraId="62090A76" w14:textId="77777777" w:rsidTr="00AA1123">
        <w:tc>
          <w:tcPr>
            <w:tcW w:w="2689" w:type="dxa"/>
          </w:tcPr>
          <w:p w14:paraId="616837E2" w14:textId="77777777" w:rsidR="00AF747A" w:rsidRPr="00AF747A" w:rsidRDefault="00AF747A" w:rsidP="00AF747A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7634C8D2" w14:textId="77777777" w:rsidR="00AF747A" w:rsidRPr="00AF747A" w:rsidRDefault="00AF747A" w:rsidP="00AF747A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AF747A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36399C5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B2F8148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2C6EF6E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30</w:t>
            </w:r>
            <w:r w:rsidR="00C05B92">
              <w:t>7</w:t>
            </w:r>
          </w:p>
        </w:tc>
        <w:tc>
          <w:tcPr>
            <w:tcW w:w="3604" w:type="pct"/>
            <w:shd w:val="clear" w:color="auto" w:fill="auto"/>
          </w:tcPr>
          <w:p w14:paraId="68240ED7" w14:textId="1765B2F7" w:rsidR="00F1480E" w:rsidRPr="000754EC" w:rsidRDefault="00C05B92" w:rsidP="000754EC">
            <w:pPr>
              <w:pStyle w:val="SIUnittitle"/>
            </w:pPr>
            <w:r w:rsidRPr="00C05B92">
              <w:t>Implement a retaining wall project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A48D21" w14:textId="694D28DA" w:rsidR="00C05B92" w:rsidRPr="00C05B92" w:rsidRDefault="00C05B92" w:rsidP="00C05B92">
            <w:r w:rsidRPr="00C05B92">
              <w:t>This unit of competency describes the skills and knowledge required to install and construct a retaining wall</w:t>
            </w:r>
            <w:r w:rsidR="00407877">
              <w:t xml:space="preserve">, including preparing for work, marking out and constructing retaining wall, </w:t>
            </w:r>
            <w:r w:rsidR="00E357F1">
              <w:t xml:space="preserve">and </w:t>
            </w:r>
            <w:r w:rsidR="00407877">
              <w:t>checking and cleaning up site</w:t>
            </w:r>
            <w:r w:rsidRPr="00C05B92">
              <w:t>.</w:t>
            </w:r>
          </w:p>
          <w:p w14:paraId="22821B14" w14:textId="77777777" w:rsidR="00C05B92" w:rsidRDefault="00C05B92" w:rsidP="00C05B92"/>
          <w:p w14:paraId="77C71529" w14:textId="63AAD32F" w:rsidR="00C05B92" w:rsidRPr="00C05B92" w:rsidRDefault="00C05B92" w:rsidP="00C05B92">
            <w:r w:rsidRPr="00C05B92">
              <w:t>Th</w:t>
            </w:r>
            <w:r w:rsidR="00E046F4">
              <w:t>e</w:t>
            </w:r>
            <w:r w:rsidRPr="00C05B92">
              <w:t xml:space="preserve"> unit applies to individuals who </w:t>
            </w:r>
            <w:r w:rsidR="00E046F4">
              <w:t>implement a retaining wall project</w:t>
            </w:r>
            <w:r w:rsidR="00E046F4" w:rsidRPr="00E046F4">
              <w:t xml:space="preserve"> under broad </w:t>
            </w:r>
            <w:proofErr w:type="gramStart"/>
            <w:r w:rsidR="00E046F4" w:rsidRPr="00E046F4">
              <w:t>direction, and</w:t>
            </w:r>
            <w:proofErr w:type="gramEnd"/>
            <w:r w:rsidR="00E046F4" w:rsidRPr="00E046F4">
              <w:t xml:space="preserve"> </w:t>
            </w:r>
            <w:r w:rsidRPr="00C05B92">
              <w:t>take responsibility for their own work and for the quality of the work of others.</w:t>
            </w:r>
          </w:p>
          <w:p w14:paraId="773E35A4" w14:textId="77777777" w:rsidR="00C05B92" w:rsidRDefault="00C05B92" w:rsidP="00C05B92"/>
          <w:p w14:paraId="034C6C33" w14:textId="49409284" w:rsidR="00373436" w:rsidRPr="000754EC" w:rsidRDefault="000E5674" w:rsidP="00A16077">
            <w:pPr>
              <w:pStyle w:val="SIText"/>
            </w:pPr>
            <w:r w:rsidRPr="000E5674">
              <w:t>State/territory licensing, legislative or certification requirements apply in some jurisdictions. Users are advised to check with the relevant regulatory authority</w:t>
            </w:r>
            <w:r w:rsidR="00C05B92" w:rsidRPr="00C05B92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B4507A9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05B92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D877B3B" w:rsidR="00C05B92" w:rsidRPr="00C05B92" w:rsidRDefault="00C05B92" w:rsidP="00C05B92">
            <w:pPr>
              <w:pStyle w:val="SIText"/>
            </w:pPr>
            <w:r w:rsidRPr="00C05B92">
              <w:t>1. Prepare for retaining wall project</w:t>
            </w:r>
          </w:p>
        </w:tc>
        <w:tc>
          <w:tcPr>
            <w:tcW w:w="3604" w:type="pct"/>
            <w:shd w:val="clear" w:color="auto" w:fill="auto"/>
          </w:tcPr>
          <w:p w14:paraId="0E545554" w14:textId="77777777" w:rsidR="00C05B92" w:rsidRPr="00C05B92" w:rsidRDefault="00C05B92" w:rsidP="00C05B92">
            <w:r w:rsidRPr="00C05B92">
              <w:t>1.1 Interpret plans and specifications</w:t>
            </w:r>
          </w:p>
          <w:p w14:paraId="2BC2A96B" w14:textId="77777777" w:rsidR="00ED04F1" w:rsidRPr="00ED04F1" w:rsidRDefault="00C05B92" w:rsidP="00ED04F1">
            <w:r w:rsidRPr="00C05B92">
              <w:t xml:space="preserve">1.2 </w:t>
            </w:r>
            <w:r w:rsidR="00ED04F1" w:rsidRPr="008B4BF5">
              <w:t xml:space="preserve">Identify </w:t>
            </w:r>
            <w:r w:rsidR="00ED04F1" w:rsidRPr="00ED04F1">
              <w:t>potential hazards and risks, and implement safe working practices to manage risks</w:t>
            </w:r>
          </w:p>
          <w:p w14:paraId="545A3734" w14:textId="11E26CFE" w:rsidR="00C05B92" w:rsidRPr="00C05B92" w:rsidRDefault="00ED04F1" w:rsidP="00C05B92">
            <w:r>
              <w:t xml:space="preserve">1.3 </w:t>
            </w:r>
            <w:r w:rsidR="00C05B92" w:rsidRPr="00C05B92">
              <w:t>Identify equipment and material resource requirements according to the scope of the construction work</w:t>
            </w:r>
          </w:p>
          <w:p w14:paraId="62B5407B" w14:textId="0C37FDB8" w:rsidR="00C05B92" w:rsidRPr="00C05B92" w:rsidRDefault="00C05B92" w:rsidP="00ED04F1">
            <w:r w:rsidRPr="00C05B92">
              <w:t xml:space="preserve">1.4 </w:t>
            </w:r>
            <w:r w:rsidR="00562242" w:rsidRPr="00C05B92">
              <w:t xml:space="preserve">Select tools and </w:t>
            </w:r>
            <w:r w:rsidR="00562242" w:rsidRPr="00562242">
              <w:t xml:space="preserve">equipment </w:t>
            </w:r>
            <w:r w:rsidR="00562242">
              <w:t xml:space="preserve">required to implement a retaining wall project </w:t>
            </w:r>
            <w:r w:rsidR="00562242" w:rsidRPr="00562242">
              <w:t>and check for s</w:t>
            </w:r>
            <w:r w:rsidR="00562242">
              <w:t>afe operation</w:t>
            </w:r>
          </w:p>
          <w:p w14:paraId="5E77939C" w14:textId="6E2B7C9A" w:rsidR="00C05B92" w:rsidRPr="00C05B92" w:rsidRDefault="00C05B92" w:rsidP="00C05B92">
            <w:r w:rsidRPr="00C05B92">
              <w:t xml:space="preserve">1.5 </w:t>
            </w:r>
            <w:r w:rsidR="00562242" w:rsidRPr="00C05B92">
              <w:t>Identify environmental impacts of the proposed works</w:t>
            </w:r>
            <w:r w:rsidR="00562242" w:rsidRPr="00562242">
              <w:t xml:space="preserve"> </w:t>
            </w:r>
            <w:r w:rsidR="00B6594D">
              <w:t>and implement appropriate controls if required</w:t>
            </w:r>
          </w:p>
          <w:p w14:paraId="2C66BB36" w14:textId="5D7AA376" w:rsidR="00C05B92" w:rsidRPr="00C05B92" w:rsidRDefault="00C05B92" w:rsidP="00C05B92">
            <w:r w:rsidRPr="00C05B92">
              <w:t xml:space="preserve">1.6 </w:t>
            </w:r>
            <w:r w:rsidR="00562242" w:rsidRPr="00C05B92">
              <w:t xml:space="preserve">Select, </w:t>
            </w:r>
            <w:r w:rsidR="00562242">
              <w:t xml:space="preserve">fit, </w:t>
            </w:r>
            <w:proofErr w:type="gramStart"/>
            <w:r w:rsidR="00562242" w:rsidRPr="00C05B92">
              <w:t>use</w:t>
            </w:r>
            <w:proofErr w:type="gramEnd"/>
            <w:r w:rsidR="00562242" w:rsidRPr="00C05B92">
              <w:t xml:space="preserve"> and maintain personal protective equipment (PPE)</w:t>
            </w:r>
            <w:r w:rsidR="00562242">
              <w:t xml:space="preserve"> applicable to the task</w:t>
            </w:r>
          </w:p>
          <w:p w14:paraId="1696B99B" w14:textId="7C28E3E6" w:rsidR="00C05B92" w:rsidRPr="00C05B92" w:rsidRDefault="00C05B92" w:rsidP="00C05B92">
            <w:r w:rsidRPr="00C05B92">
              <w:t>1.7 Organise delivery of materials to site according to workplace priorities</w:t>
            </w:r>
          </w:p>
        </w:tc>
      </w:tr>
      <w:tr w:rsidR="00C05B92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4DDDFED" w:rsidR="00C05B92" w:rsidRPr="00C05B92" w:rsidRDefault="00C05B92" w:rsidP="00C05B92">
            <w:pPr>
              <w:pStyle w:val="SIText"/>
            </w:pPr>
            <w:r w:rsidRPr="00C05B92">
              <w:t xml:space="preserve">2. </w:t>
            </w:r>
            <w:r w:rsidR="00562242">
              <w:t>Set out and prepare the site</w:t>
            </w:r>
          </w:p>
        </w:tc>
        <w:tc>
          <w:tcPr>
            <w:tcW w:w="3604" w:type="pct"/>
            <w:shd w:val="clear" w:color="auto" w:fill="auto"/>
          </w:tcPr>
          <w:p w14:paraId="62095430" w14:textId="77777777" w:rsidR="00C05B92" w:rsidRPr="00C05B92" w:rsidRDefault="00C05B92" w:rsidP="00C05B92">
            <w:r w:rsidRPr="00C05B92">
              <w:t>2.1 Erect site bunting and place safety signage</w:t>
            </w:r>
          </w:p>
          <w:p w14:paraId="1AEFB305" w14:textId="0EE45CD2" w:rsidR="00C05B92" w:rsidRPr="00C05B92" w:rsidRDefault="00C05B92" w:rsidP="00C05B92">
            <w:r w:rsidRPr="00C05B92">
              <w:t xml:space="preserve">2.2 </w:t>
            </w:r>
            <w:r w:rsidR="00562242">
              <w:t xml:space="preserve">Determine, </w:t>
            </w:r>
            <w:proofErr w:type="gramStart"/>
            <w:r w:rsidR="00562242">
              <w:t>l</w:t>
            </w:r>
            <w:r w:rsidRPr="00C05B92">
              <w:t>ocate</w:t>
            </w:r>
            <w:proofErr w:type="gramEnd"/>
            <w:r w:rsidR="00562242">
              <w:t xml:space="preserve"> and mark out</w:t>
            </w:r>
            <w:r w:rsidRPr="00C05B92">
              <w:t xml:space="preserve"> services</w:t>
            </w:r>
            <w:r w:rsidR="00562242">
              <w:t xml:space="preserve"> from site plan</w:t>
            </w:r>
          </w:p>
          <w:p w14:paraId="78B38AC6" w14:textId="77777777" w:rsidR="00C05B92" w:rsidRPr="00C05B92" w:rsidRDefault="00C05B92" w:rsidP="00C05B92">
            <w:r w:rsidRPr="00C05B92">
              <w:t>2.3 Mark out the position of the retaining wall</w:t>
            </w:r>
          </w:p>
          <w:p w14:paraId="7D887734" w14:textId="77777777" w:rsidR="00B6594D" w:rsidRDefault="00C05B92" w:rsidP="00C05B92">
            <w:r w:rsidRPr="00C05B92">
              <w:t xml:space="preserve">2.4 </w:t>
            </w:r>
            <w:r w:rsidR="00B6594D" w:rsidRPr="00C05B92">
              <w:t>Establish survey benchmarks</w:t>
            </w:r>
          </w:p>
          <w:p w14:paraId="1ADFC478" w14:textId="60F7DD4E" w:rsidR="00C05B92" w:rsidRPr="00C05B92" w:rsidRDefault="00B6594D" w:rsidP="00C05B92">
            <w:r>
              <w:t xml:space="preserve">2.5 </w:t>
            </w:r>
            <w:r w:rsidR="00C05B92" w:rsidRPr="00C05B92">
              <w:t>Determine the location and depth of excavations from construction plans</w:t>
            </w:r>
          </w:p>
          <w:p w14:paraId="6BB72E57" w14:textId="6CD5C8F6" w:rsidR="00C05B92" w:rsidRPr="00C05B92" w:rsidRDefault="00C05B92" w:rsidP="00C05B92">
            <w:pPr>
              <w:pStyle w:val="SIText"/>
            </w:pPr>
            <w:r w:rsidRPr="00C05B92">
              <w:t>2.</w:t>
            </w:r>
            <w:r w:rsidR="00B6594D">
              <w:t>6</w:t>
            </w:r>
            <w:r w:rsidRPr="00C05B92">
              <w:t xml:space="preserve"> Establish profiles to conform to the designated tolerances</w:t>
            </w:r>
          </w:p>
        </w:tc>
      </w:tr>
      <w:tr w:rsidR="00C05B92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1C76043" w:rsidR="00C05B92" w:rsidRPr="00C05B92" w:rsidRDefault="00C05B92" w:rsidP="00C05B92">
            <w:pPr>
              <w:pStyle w:val="SIText"/>
            </w:pPr>
            <w:r w:rsidRPr="00C05B92">
              <w:t>3. Construct retaining wall</w:t>
            </w:r>
          </w:p>
        </w:tc>
        <w:tc>
          <w:tcPr>
            <w:tcW w:w="3604" w:type="pct"/>
            <w:shd w:val="clear" w:color="auto" w:fill="auto"/>
          </w:tcPr>
          <w:p w14:paraId="5E2B7B74" w14:textId="77777777" w:rsidR="00C05B92" w:rsidRPr="00C05B92" w:rsidRDefault="00C05B92" w:rsidP="00C05B92">
            <w:r w:rsidRPr="00C05B92">
              <w:t>3.1 Assemble or install retaining wall components in accordance to plans and specifications</w:t>
            </w:r>
          </w:p>
          <w:p w14:paraId="452BF16C" w14:textId="77777777" w:rsidR="00C05B92" w:rsidRPr="00C05B92" w:rsidRDefault="00C05B92" w:rsidP="00C05B92">
            <w:r w:rsidRPr="00C05B92">
              <w:t>3.2 Install appropriate drainage in accordance with plans and specifications</w:t>
            </w:r>
          </w:p>
          <w:p w14:paraId="7C104250" w14:textId="69C98FF8" w:rsidR="00C05B92" w:rsidRPr="00C05B92" w:rsidRDefault="00C05B92" w:rsidP="00C05B92">
            <w:pPr>
              <w:pStyle w:val="SIText"/>
            </w:pPr>
            <w:r w:rsidRPr="00C05B92">
              <w:t xml:space="preserve">3.3 Use tools and equipment safely and in accordance with </w:t>
            </w:r>
            <w:r w:rsidR="00562242">
              <w:t>workplace</w:t>
            </w:r>
            <w:r w:rsidR="00562242" w:rsidRPr="00C05B92">
              <w:t xml:space="preserve"> </w:t>
            </w:r>
            <w:r w:rsidRPr="00C05B92">
              <w:t>safe operating procedures and work</w:t>
            </w:r>
            <w:r w:rsidR="00562242">
              <w:t>place</w:t>
            </w:r>
            <w:r w:rsidRPr="00C05B92">
              <w:t xml:space="preserve"> health and safety requirements</w:t>
            </w:r>
          </w:p>
        </w:tc>
      </w:tr>
      <w:tr w:rsidR="00C05B92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0C20DBF2" w:rsidR="00C05B92" w:rsidRPr="00C05B92" w:rsidRDefault="00C05B92" w:rsidP="00C05B92">
            <w:pPr>
              <w:pStyle w:val="SIText"/>
            </w:pPr>
            <w:r w:rsidRPr="00C05B92">
              <w:t>4.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6B894D54" w14:textId="7CC96522" w:rsidR="00C05B92" w:rsidRPr="00C05B92" w:rsidRDefault="00C05B92" w:rsidP="00C05B92">
            <w:r w:rsidRPr="00C05B92">
              <w:t xml:space="preserve">4.1 Inspect the quality of finished works to ensure the standard </w:t>
            </w:r>
            <w:r w:rsidR="00994227">
              <w:t>of the finished retaining wall is in accordance with design drawings and specifications</w:t>
            </w:r>
          </w:p>
          <w:p w14:paraId="0D68780B" w14:textId="6114C071" w:rsidR="00C05B92" w:rsidRPr="00C05B92" w:rsidRDefault="00C05B92" w:rsidP="00C05B92">
            <w:r w:rsidRPr="00C05B92">
              <w:t xml:space="preserve">4.2 </w:t>
            </w:r>
            <w:proofErr w:type="spellStart"/>
            <w:r w:rsidRPr="00C05B92">
              <w:t xml:space="preserve">Clean </w:t>
            </w:r>
            <w:r w:rsidR="00B6594D">
              <w:t>up</w:t>
            </w:r>
            <w:proofErr w:type="spellEnd"/>
            <w:r w:rsidR="00B6594D">
              <w:t xml:space="preserve"> site, removed unused material</w:t>
            </w:r>
            <w:r w:rsidRPr="00C05B92">
              <w:t xml:space="preserve"> and dispose of </w:t>
            </w:r>
            <w:r w:rsidR="00994227">
              <w:t>or recycle waste material from the site</w:t>
            </w:r>
          </w:p>
          <w:p w14:paraId="01D83456" w14:textId="4022C3FF" w:rsidR="00C05B92" w:rsidRDefault="00C05B92" w:rsidP="00C05B92">
            <w:r w:rsidRPr="00C05B92">
              <w:t>4.3 Clean, maintain and store tools and equipment</w:t>
            </w:r>
          </w:p>
          <w:p w14:paraId="594E8C1D" w14:textId="71DFE9B4" w:rsidR="00994227" w:rsidRPr="00C05B92" w:rsidRDefault="00994227" w:rsidP="00C05B92">
            <w:r>
              <w:t>4.4 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046F4" w:rsidRPr="00336FCA" w:rsidDel="00423CB2" w14:paraId="1CF24FD6" w14:textId="77777777" w:rsidTr="00CA2922">
        <w:tc>
          <w:tcPr>
            <w:tcW w:w="1396" w:type="pct"/>
          </w:tcPr>
          <w:p w14:paraId="6D88B952" w14:textId="6921D49B" w:rsidR="00E046F4" w:rsidRPr="00E046F4" w:rsidRDefault="00E046F4" w:rsidP="00E046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46F4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1206E922" w:rsidR="00E046F4" w:rsidRPr="00E046F4" w:rsidRDefault="00E046F4" w:rsidP="00DF4AD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46F4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DF4AD5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DF4AD5" w:rsidRPr="00DF4AD5">
              <w:rPr>
                <w:rStyle w:val="SITemporaryText-red"/>
                <w:rFonts w:eastAsia="Calibri"/>
                <w:color w:val="auto"/>
                <w:sz w:val="20"/>
              </w:rPr>
              <w:t xml:space="preserve">and industry standard terminology </w:t>
            </w:r>
            <w:r w:rsidRPr="00DF4AD5">
              <w:rPr>
                <w:rStyle w:val="SITemporaryText-red"/>
                <w:rFonts w:eastAsia="Calibri"/>
                <w:color w:val="auto"/>
                <w:sz w:val="20"/>
              </w:rPr>
              <w:t>to report tool and equipment unserviceability</w:t>
            </w:r>
          </w:p>
        </w:tc>
      </w:tr>
      <w:tr w:rsidR="00B6594D" w:rsidRPr="00336FCA" w:rsidDel="00423CB2" w14:paraId="17D9DD93" w14:textId="77777777" w:rsidTr="00B6594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9858" w14:textId="0C179814" w:rsidR="00B6594D" w:rsidRPr="00196EBB" w:rsidRDefault="00B6594D" w:rsidP="00196EB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6EBB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39DA" w14:textId="77777777" w:rsidR="00196EBB" w:rsidRPr="00196EBB" w:rsidRDefault="00196EBB" w:rsidP="00196EB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6EBB">
              <w:rPr>
                <w:rStyle w:val="SITemporaryText-red"/>
                <w:color w:val="auto"/>
                <w:sz w:val="20"/>
              </w:rPr>
              <w:t xml:space="preserve">Calculate quantities of material, take measurements, </w:t>
            </w:r>
            <w:proofErr w:type="gramStart"/>
            <w:r w:rsidRPr="00196EBB">
              <w:rPr>
                <w:rStyle w:val="SITemporaryText-red"/>
                <w:color w:val="auto"/>
                <w:sz w:val="20"/>
              </w:rPr>
              <w:t>interpret</w:t>
            </w:r>
            <w:proofErr w:type="gramEnd"/>
            <w:r w:rsidRPr="00196EBB">
              <w:rPr>
                <w:rStyle w:val="SITemporaryText-red"/>
                <w:color w:val="auto"/>
                <w:sz w:val="20"/>
              </w:rPr>
              <w:t xml:space="preserve"> and use scale, interpret and calculate levels</w:t>
            </w:r>
          </w:p>
          <w:p w14:paraId="76683C2F" w14:textId="038EE4E8" w:rsidR="00B6594D" w:rsidRPr="00196EBB" w:rsidRDefault="00196EBB" w:rsidP="00196EB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96EBB">
              <w:rPr>
                <w:rStyle w:val="SITemporaryText-red"/>
                <w:color w:val="auto"/>
                <w:sz w:val="20"/>
              </w:rPr>
              <w:t>Set out geometric shapes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046F4" w14:paraId="7EFB7203" w14:textId="77777777" w:rsidTr="00F33FF2">
        <w:tc>
          <w:tcPr>
            <w:tcW w:w="1028" w:type="pct"/>
          </w:tcPr>
          <w:p w14:paraId="543D7569" w14:textId="77777777" w:rsidR="00E046F4" w:rsidRPr="00E046F4" w:rsidRDefault="00E046F4" w:rsidP="00E046F4">
            <w:pPr>
              <w:pStyle w:val="SIText"/>
            </w:pPr>
            <w:r w:rsidRPr="00E046F4">
              <w:t>AHCLSC307 Implement a retaining wall project</w:t>
            </w:r>
          </w:p>
          <w:p w14:paraId="6B803FA7" w14:textId="49407890" w:rsidR="00E046F4" w:rsidRPr="00957F34" w:rsidRDefault="00E046F4" w:rsidP="00E046F4">
            <w:pPr>
              <w:pStyle w:val="SIText"/>
            </w:pPr>
            <w:r w:rsidRPr="00E046F4">
              <w:t>Release 2</w:t>
            </w:r>
          </w:p>
        </w:tc>
        <w:tc>
          <w:tcPr>
            <w:tcW w:w="1105" w:type="pct"/>
          </w:tcPr>
          <w:p w14:paraId="598C6609" w14:textId="77777777" w:rsidR="00E046F4" w:rsidRPr="00E046F4" w:rsidRDefault="00E046F4">
            <w:pPr>
              <w:pStyle w:val="SIText"/>
            </w:pPr>
            <w:r w:rsidRPr="00E046F4">
              <w:t>AHCLSC307 Implement a retaining wall project</w:t>
            </w:r>
          </w:p>
          <w:p w14:paraId="3216D365" w14:textId="0006C112" w:rsidR="00E046F4" w:rsidRPr="008B20D4" w:rsidRDefault="00E046F4" w:rsidP="008B20D4">
            <w:pPr>
              <w:pStyle w:val="SIText"/>
            </w:pPr>
            <w:r w:rsidRPr="00E046F4">
              <w:t xml:space="preserve">Release </w:t>
            </w:r>
            <w:r w:rsidR="008B20D4">
              <w:t>1</w:t>
            </w:r>
          </w:p>
        </w:tc>
        <w:tc>
          <w:tcPr>
            <w:tcW w:w="1251" w:type="pct"/>
          </w:tcPr>
          <w:p w14:paraId="57112024" w14:textId="77777777" w:rsidR="00E046F4" w:rsidRPr="00E046F4" w:rsidRDefault="00E046F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46F4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470ADDCB" w14:textId="77777777" w:rsidR="00E046F4" w:rsidRPr="00E046F4" w:rsidRDefault="00E046F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46F4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06EB90FD" w14:textId="77777777" w:rsidR="00E046F4" w:rsidRPr="00E046F4" w:rsidRDefault="00E046F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46F4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30B8888F" w14:textId="1625DE07" w:rsidR="00E046F4" w:rsidRPr="00E046F4" w:rsidRDefault="00E046F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46F4">
              <w:rPr>
                <w:rStyle w:val="SITemporaryText-blue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2090B2C1" w:rsidR="00E046F4" w:rsidRPr="00E046F4" w:rsidRDefault="00E046F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46F4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55ABDF8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266D9E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5B92" w:rsidRPr="00C05B92">
              <w:t>AHCLSC307 Implement a retaining wall project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F564F6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6C52247C" w14:textId="3DAB4C55" w:rsidR="00DA54B5" w:rsidRPr="00F564F6" w:rsidRDefault="00DA54B5" w:rsidP="00F564F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564F6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F564F6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F564F6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7BCF6D0B" w:rsidR="00DA54B5" w:rsidRPr="00957F34" w:rsidRDefault="00DA54B5" w:rsidP="00957F3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564F6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957F34">
              <w:rPr>
                <w:rStyle w:val="SITemporaryText-red"/>
                <w:color w:val="auto"/>
                <w:sz w:val="20"/>
              </w:rPr>
              <w:t>has</w:t>
            </w:r>
            <w:r w:rsidR="00957F34" w:rsidRPr="00957F34">
              <w:rPr>
                <w:rStyle w:val="SITemporaryText-red"/>
                <w:color w:val="auto"/>
                <w:sz w:val="20"/>
              </w:rPr>
              <w:t xml:space="preserve"> implemented a retaining wall project on at least one occasion and has</w:t>
            </w:r>
            <w:r w:rsidRPr="00957F34">
              <w:rPr>
                <w:rStyle w:val="SITemporaryText-red"/>
                <w:color w:val="auto"/>
                <w:sz w:val="20"/>
              </w:rPr>
              <w:t>:</w:t>
            </w:r>
          </w:p>
          <w:p w14:paraId="3358B453" w14:textId="77777777" w:rsidR="00957F34" w:rsidRPr="00957F34" w:rsidRDefault="00957F34" w:rsidP="00957F34">
            <w:pPr>
              <w:pStyle w:val="SIBulletList1"/>
            </w:pPr>
            <w:r>
              <w:t>applied workplace health and safety requirements</w:t>
            </w:r>
          </w:p>
          <w:p w14:paraId="6D0AA6B9" w14:textId="7D39D9FA" w:rsidR="00957F34" w:rsidRPr="00663BB4" w:rsidRDefault="00957F34" w:rsidP="00663BB4">
            <w:pPr>
              <w:pStyle w:val="SIBulletList1"/>
            </w:pPr>
            <w:r w:rsidRPr="00957F34">
              <w:t xml:space="preserve">selected, </w:t>
            </w:r>
            <w:proofErr w:type="gramStart"/>
            <w:r w:rsidRPr="00957F34">
              <w:t>used</w:t>
            </w:r>
            <w:proofErr w:type="gramEnd"/>
            <w:r w:rsidRPr="00957F34">
              <w:t xml:space="preserve"> and maintained tools and equipment required for </w:t>
            </w:r>
            <w:r w:rsidRPr="00663BB4">
              <w:rPr>
                <w:rStyle w:val="SITemporaryText-red"/>
                <w:color w:val="auto"/>
                <w:sz w:val="20"/>
              </w:rPr>
              <w:t>implement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ing a retaining wall project</w:t>
            </w:r>
          </w:p>
          <w:p w14:paraId="4CAAE77D" w14:textId="77777777" w:rsidR="00957F34" w:rsidRDefault="00957F34" w:rsidP="00957F34">
            <w:pPr>
              <w:pStyle w:val="SIBulletList1"/>
            </w:pPr>
            <w:r>
              <w:t>interpreted site plans and specifications</w:t>
            </w:r>
          </w:p>
          <w:p w14:paraId="149C84E8" w14:textId="29A65AB1" w:rsidR="00C05B92" w:rsidRPr="00C05B92" w:rsidRDefault="00C05B92" w:rsidP="00C05B92">
            <w:pPr>
              <w:pStyle w:val="SIBulletList1"/>
            </w:pPr>
            <w:r w:rsidRPr="00C05B92">
              <w:t>calculate</w:t>
            </w:r>
            <w:r w:rsidR="00196EBB">
              <w:t>d</w:t>
            </w:r>
            <w:r w:rsidRPr="00C05B92">
              <w:t xml:space="preserve"> material and resource requirements</w:t>
            </w:r>
          </w:p>
          <w:p w14:paraId="53A38023" w14:textId="77676683" w:rsidR="00C05B92" w:rsidRPr="00C05B92" w:rsidRDefault="00C05B92" w:rsidP="00C05B92">
            <w:pPr>
              <w:pStyle w:val="SIBulletList1"/>
            </w:pPr>
            <w:r w:rsidRPr="00C05B92">
              <w:t>establish</w:t>
            </w:r>
            <w:r w:rsidR="00196EBB">
              <w:t>ed</w:t>
            </w:r>
            <w:r w:rsidRPr="00C05B92">
              <w:t xml:space="preserve"> survey benchmarks</w:t>
            </w:r>
          </w:p>
          <w:p w14:paraId="42779FF9" w14:textId="74278C69" w:rsidR="00C05B92" w:rsidRPr="00C05B92" w:rsidRDefault="00C05B92" w:rsidP="00C05B92">
            <w:pPr>
              <w:pStyle w:val="SIBulletList1"/>
            </w:pPr>
            <w:r w:rsidRPr="00C05B92">
              <w:t>excavate</w:t>
            </w:r>
            <w:r w:rsidR="00196EBB">
              <w:t>d</w:t>
            </w:r>
            <w:r w:rsidRPr="00C05B92">
              <w:t xml:space="preserve"> </w:t>
            </w:r>
            <w:r w:rsidR="00196EBB">
              <w:t>to specified</w:t>
            </w:r>
            <w:r w:rsidRPr="00C05B92">
              <w:t xml:space="preserve"> soil levels</w:t>
            </w:r>
          </w:p>
          <w:p w14:paraId="6D94E429" w14:textId="47C347CD" w:rsidR="00556C4C" w:rsidRDefault="00C05B92" w:rsidP="00F564F6">
            <w:pPr>
              <w:pStyle w:val="SIBulletList1"/>
            </w:pPr>
            <w:r w:rsidRPr="00C05B92">
              <w:t>use</w:t>
            </w:r>
            <w:r w:rsidR="00196EBB">
              <w:t>d</w:t>
            </w:r>
            <w:r w:rsidRPr="00C05B92">
              <w:t xml:space="preserve"> tools and equipment to construct retaining wall projects</w:t>
            </w:r>
          </w:p>
          <w:p w14:paraId="0401D7AF" w14:textId="77777777" w:rsidR="00957F34" w:rsidRPr="00957F34" w:rsidRDefault="00957F34" w:rsidP="00957F34">
            <w:pPr>
              <w:pStyle w:val="SIBulletList1"/>
            </w:pPr>
            <w:r>
              <w:t>checked quality of work and cleaned up site</w:t>
            </w:r>
          </w:p>
          <w:p w14:paraId="3F4E2EAA" w14:textId="55BBFF82" w:rsidR="00957F34" w:rsidRPr="000754EC" w:rsidRDefault="00957F34" w:rsidP="00957F34">
            <w:pPr>
              <w:pStyle w:val="SIBulletList1"/>
            </w:pPr>
            <w:r>
              <w:t xml:space="preserve">reported </w:t>
            </w:r>
            <w:r w:rsidRPr="00957F34">
              <w:t>unserviceable tools and equipment.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F564F6" w:rsidRDefault="00DA54B5" w:rsidP="00F564F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564F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8ED1FAE" w14:textId="1719AD4F" w:rsidR="00663BB4" w:rsidRPr="00663BB4" w:rsidRDefault="00663BB4" w:rsidP="00663BB4">
            <w:pPr>
              <w:pStyle w:val="SIBulletList1"/>
            </w:pPr>
            <w:r w:rsidRPr="00663BB4">
              <w:t xml:space="preserve">workplace requirements applicable to health and safety in the workplace for </w:t>
            </w:r>
            <w:r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  <w:r w:rsidRPr="00663BB4">
              <w:t>, including appropriate use of personal protective equipment (PPE)</w:t>
            </w:r>
          </w:p>
          <w:p w14:paraId="3B545B52" w14:textId="0EDE040E" w:rsidR="00C05B92" w:rsidRPr="00C05B92" w:rsidRDefault="00C05B92" w:rsidP="00C05B92">
            <w:pPr>
              <w:pStyle w:val="SIBulletList1"/>
            </w:pPr>
            <w:r w:rsidRPr="00C05B92">
              <w:t>principles and practices of retaining walls</w:t>
            </w:r>
            <w:r w:rsidR="00663BB4">
              <w:t>, including:</w:t>
            </w:r>
          </w:p>
          <w:p w14:paraId="2E402DFC" w14:textId="77777777" w:rsidR="00C05B92" w:rsidRPr="00C05B92" w:rsidRDefault="00C05B92" w:rsidP="00663BB4">
            <w:pPr>
              <w:pStyle w:val="SIBulletList2"/>
            </w:pPr>
            <w:r w:rsidRPr="00C05B92">
              <w:t>environmental impacts of landscape works</w:t>
            </w:r>
          </w:p>
          <w:p w14:paraId="6F30E42D" w14:textId="77777777" w:rsidR="00C05B92" w:rsidRPr="00C05B92" w:rsidRDefault="00C05B92" w:rsidP="00663BB4">
            <w:pPr>
              <w:pStyle w:val="SIBulletList2"/>
            </w:pPr>
            <w:r w:rsidRPr="00C05B92">
              <w:t>landscape retaining wall materials and construction techniques</w:t>
            </w:r>
          </w:p>
          <w:p w14:paraId="41AE8510" w14:textId="764E55FD" w:rsidR="00C05B92" w:rsidRPr="00C05B92" w:rsidRDefault="00C05B92" w:rsidP="00663BB4">
            <w:pPr>
              <w:pStyle w:val="SIBulletList2"/>
            </w:pPr>
            <w:r w:rsidRPr="00C05B92">
              <w:t xml:space="preserve">legislative requirements and codes of practice </w:t>
            </w:r>
            <w:r w:rsidR="00663BB4">
              <w:t>relevant to implementing a retaining wall project</w:t>
            </w:r>
          </w:p>
          <w:p w14:paraId="5F33943F" w14:textId="3645C100" w:rsidR="00C05B92" w:rsidRPr="00C05B92" w:rsidRDefault="00C05B92" w:rsidP="00663BB4">
            <w:pPr>
              <w:pStyle w:val="SIBulletList2"/>
            </w:pPr>
            <w:r w:rsidRPr="00C05B92">
              <w:t xml:space="preserve">local council permit requirements </w:t>
            </w:r>
            <w:r w:rsidR="00663BB4">
              <w:t>relevant to implementing a retaining wall project</w:t>
            </w:r>
          </w:p>
          <w:p w14:paraId="58CB2222" w14:textId="77777777" w:rsidR="00C05B92" w:rsidRPr="00C05B92" w:rsidRDefault="00C05B92" w:rsidP="00663BB4">
            <w:pPr>
              <w:pStyle w:val="SIBulletList2"/>
            </w:pPr>
            <w:r w:rsidRPr="00C05B92">
              <w:t xml:space="preserve">materials, </w:t>
            </w:r>
            <w:proofErr w:type="gramStart"/>
            <w:r w:rsidRPr="00C05B92">
              <w:t>equipment</w:t>
            </w:r>
            <w:proofErr w:type="gramEnd"/>
            <w:r w:rsidRPr="00C05B92">
              <w:t xml:space="preserve"> and machinery that may be required for the project</w:t>
            </w:r>
          </w:p>
          <w:p w14:paraId="03E945C0" w14:textId="77777777" w:rsidR="00C05B92" w:rsidRPr="00C05B92" w:rsidRDefault="00C05B92" w:rsidP="00663BB4">
            <w:pPr>
              <w:pStyle w:val="SIBulletList2"/>
            </w:pPr>
            <w:r w:rsidRPr="00C05B92">
              <w:t>methods and practices for maintaining and repairing retaining walls</w:t>
            </w:r>
          </w:p>
          <w:p w14:paraId="594042BC" w14:textId="2F5639A3" w:rsidR="00F1480E" w:rsidRPr="000754EC" w:rsidRDefault="00C05B92" w:rsidP="00663BB4">
            <w:pPr>
              <w:pStyle w:val="SIBulletList2"/>
            </w:pPr>
            <w:r w:rsidRPr="00C05B92">
              <w:t>set out techniques</w:t>
            </w:r>
            <w:r w:rsidR="00663BB4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F564F6" w:rsidRDefault="00DA54B5" w:rsidP="00F564F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564F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FF46F84" w14:textId="77777777" w:rsidR="00407877" w:rsidRPr="00407877" w:rsidRDefault="00407877" w:rsidP="0040787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787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F66E5CE" w14:textId="77777777" w:rsidR="00407877" w:rsidRPr="00407877" w:rsidRDefault="00407877" w:rsidP="0040787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07877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398AFB49" w14:textId="77777777" w:rsidR="00407877" w:rsidRPr="00407877" w:rsidRDefault="00407877" w:rsidP="0040787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7877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407877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407877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3D6E521" w14:textId="6CCB9500" w:rsidR="00407877" w:rsidRPr="00663BB4" w:rsidRDefault="00407877" w:rsidP="00663BB4">
            <w:pPr>
              <w:pStyle w:val="SIBulletList2"/>
              <w:rPr>
                <w:rFonts w:eastAsia="Calibri"/>
              </w:rPr>
            </w:pPr>
            <w:r w:rsidRPr="00663BB4">
              <w:t xml:space="preserve">workplace procedures applicable to 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</w:p>
          <w:p w14:paraId="0620F304" w14:textId="201601F4" w:rsidR="00407877" w:rsidRPr="00663BB4" w:rsidRDefault="00407877" w:rsidP="00663BB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63BB4">
              <w:t xml:space="preserve">materials, </w:t>
            </w:r>
            <w:proofErr w:type="gramStart"/>
            <w:r w:rsidRPr="00663BB4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663BB4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</w:p>
          <w:p w14:paraId="391793A1" w14:textId="7F3D4790" w:rsidR="00407877" w:rsidRPr="00663BB4" w:rsidRDefault="00407877" w:rsidP="00663BB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63BB4">
              <w:t xml:space="preserve">PPE applicable to 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</w:p>
          <w:p w14:paraId="588763A6" w14:textId="77777777" w:rsidR="00407877" w:rsidRPr="00407877" w:rsidRDefault="00407877" w:rsidP="0040787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0787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D06C12D" w14:textId="76A165BD" w:rsidR="00407877" w:rsidRPr="00663BB4" w:rsidRDefault="00407877" w:rsidP="00663BB4">
            <w:pPr>
              <w:pStyle w:val="SIBulletList2"/>
              <w:rPr>
                <w:rFonts w:eastAsia="Calibri"/>
              </w:rPr>
            </w:pPr>
            <w:r w:rsidRPr="00663BB4">
              <w:rPr>
                <w:rFonts w:eastAsia="Calibri"/>
              </w:rPr>
              <w:t xml:space="preserve">workplace requirements applicable to health and safety in the workplace for 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</w:p>
          <w:p w14:paraId="672DCE6F" w14:textId="63D34AAD" w:rsidR="00407877" w:rsidRPr="00ED04F1" w:rsidRDefault="00407877" w:rsidP="00663BB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63BB4">
              <w:t xml:space="preserve">site plans, design drawings and specifications applicable to </w:t>
            </w:r>
            <w:r w:rsidR="00663BB4" w:rsidRPr="00663BB4">
              <w:rPr>
                <w:rStyle w:val="SITemporaryText-red"/>
                <w:color w:val="auto"/>
                <w:sz w:val="20"/>
              </w:rPr>
              <w:t>implementing a retaining wall project</w:t>
            </w:r>
          </w:p>
          <w:p w14:paraId="3BE4C203" w14:textId="6329649E" w:rsidR="00ED04F1" w:rsidRPr="00E357F1" w:rsidRDefault="00ED04F1" w:rsidP="007C5AA5">
            <w:pPr>
              <w:pStyle w:val="SIBulletList2"/>
              <w:rPr>
                <w:rFonts w:eastAsia="Calibri"/>
              </w:rPr>
            </w:pPr>
            <w:r w:rsidRPr="007C5AA5">
              <w:t>legislative requirements and codes of practice applicable to implementing a retaining wall project</w:t>
            </w:r>
          </w:p>
          <w:p w14:paraId="4605FDA1" w14:textId="7B0E48D9" w:rsidR="007C5AA5" w:rsidRPr="007C5AA5" w:rsidRDefault="007C5AA5" w:rsidP="007C5AA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C5AA5">
              <w:rPr>
                <w:rStyle w:val="SITemporaryText-red"/>
                <w:color w:val="auto"/>
                <w:sz w:val="20"/>
              </w:rPr>
              <w:t>local council permit requirements applicable to implementing a retaining wall project</w:t>
            </w:r>
          </w:p>
          <w:p w14:paraId="63557886" w14:textId="77777777" w:rsidR="00407877" w:rsidRPr="00407877" w:rsidRDefault="00407877" w:rsidP="0040787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07877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0FDA4B7" w14:textId="77777777" w:rsidR="00407877" w:rsidRPr="00407877" w:rsidRDefault="00407877" w:rsidP="0040787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07877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407877" w:rsidRDefault="00DA54B5" w:rsidP="0040787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7069132" w:rsidR="00DA54B5" w:rsidRPr="00F564F6" w:rsidRDefault="00DA54B5" w:rsidP="00F564F6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564F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5F3B2C8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690E9D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E844B" w14:textId="77777777" w:rsidR="00B737EC" w:rsidRDefault="00B737EC" w:rsidP="00BF3F0A">
      <w:r>
        <w:separator/>
      </w:r>
    </w:p>
    <w:p w14:paraId="5E35D79C" w14:textId="77777777" w:rsidR="00B737EC" w:rsidRDefault="00B737EC"/>
  </w:endnote>
  <w:endnote w:type="continuationSeparator" w:id="0">
    <w:p w14:paraId="78E65442" w14:textId="77777777" w:rsidR="00B737EC" w:rsidRDefault="00B737EC" w:rsidP="00BF3F0A">
      <w:r>
        <w:continuationSeparator/>
      </w:r>
    </w:p>
    <w:p w14:paraId="373B67BB" w14:textId="77777777" w:rsidR="00B737EC" w:rsidRDefault="00B737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88754B" w14:textId="77777777" w:rsidR="00B737EC" w:rsidRDefault="00B737EC" w:rsidP="00BF3F0A">
      <w:r>
        <w:separator/>
      </w:r>
    </w:p>
    <w:p w14:paraId="18088355" w14:textId="77777777" w:rsidR="00B737EC" w:rsidRDefault="00B737EC"/>
  </w:footnote>
  <w:footnote w:type="continuationSeparator" w:id="0">
    <w:p w14:paraId="2115A070" w14:textId="77777777" w:rsidR="00B737EC" w:rsidRDefault="00B737EC" w:rsidP="00BF3F0A">
      <w:r>
        <w:continuationSeparator/>
      </w:r>
    </w:p>
    <w:p w14:paraId="55B89BDD" w14:textId="77777777" w:rsidR="00B737EC" w:rsidRDefault="00B737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BB3D675" w:rsidR="009C2650" w:rsidRPr="00C05B92" w:rsidRDefault="00C05B92" w:rsidP="00C05B92">
    <w:r w:rsidRPr="00C05B92">
      <w:rPr>
        <w:lang w:eastAsia="en-US"/>
      </w:rPr>
      <w:t>AHCLSC307 Implement a retaining wall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4C7CB6"/>
    <w:multiLevelType w:val="multilevel"/>
    <w:tmpl w:val="3790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470540"/>
    <w:multiLevelType w:val="multilevel"/>
    <w:tmpl w:val="184678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0"/>
  </w:num>
  <w:num w:numId="3">
    <w:abstractNumId w:val="4"/>
  </w:num>
  <w:num w:numId="4">
    <w:abstractNumId w:val="31"/>
  </w:num>
  <w:num w:numId="5">
    <w:abstractNumId w:val="1"/>
  </w:num>
  <w:num w:numId="6">
    <w:abstractNumId w:val="18"/>
  </w:num>
  <w:num w:numId="7">
    <w:abstractNumId w:val="3"/>
  </w:num>
  <w:num w:numId="8">
    <w:abstractNumId w:val="0"/>
  </w:num>
  <w:num w:numId="9">
    <w:abstractNumId w:val="30"/>
  </w:num>
  <w:num w:numId="10">
    <w:abstractNumId w:val="23"/>
  </w:num>
  <w:num w:numId="11">
    <w:abstractNumId w:val="28"/>
  </w:num>
  <w:num w:numId="12">
    <w:abstractNumId w:val="25"/>
  </w:num>
  <w:num w:numId="13">
    <w:abstractNumId w:val="33"/>
  </w:num>
  <w:num w:numId="14">
    <w:abstractNumId w:val="7"/>
  </w:num>
  <w:num w:numId="15">
    <w:abstractNumId w:val="8"/>
  </w:num>
  <w:num w:numId="16">
    <w:abstractNumId w:val="34"/>
  </w:num>
  <w:num w:numId="17">
    <w:abstractNumId w:val="24"/>
  </w:num>
  <w:num w:numId="18">
    <w:abstractNumId w:val="5"/>
  </w:num>
  <w:num w:numId="19">
    <w:abstractNumId w:val="13"/>
  </w:num>
  <w:num w:numId="20">
    <w:abstractNumId w:val="2"/>
  </w:num>
  <w:num w:numId="21">
    <w:abstractNumId w:val="26"/>
  </w:num>
  <w:num w:numId="22">
    <w:abstractNumId w:val="27"/>
  </w:num>
  <w:num w:numId="23">
    <w:abstractNumId w:val="21"/>
  </w:num>
  <w:num w:numId="24">
    <w:abstractNumId w:val="29"/>
  </w:num>
  <w:num w:numId="25">
    <w:abstractNumId w:val="12"/>
  </w:num>
  <w:num w:numId="26">
    <w:abstractNumId w:val="32"/>
  </w:num>
  <w:num w:numId="27">
    <w:abstractNumId w:val="9"/>
  </w:num>
  <w:num w:numId="28">
    <w:abstractNumId w:val="17"/>
  </w:num>
  <w:num w:numId="29">
    <w:abstractNumId w:val="15"/>
  </w:num>
  <w:num w:numId="30">
    <w:abstractNumId w:val="35"/>
  </w:num>
  <w:num w:numId="31">
    <w:abstractNumId w:val="11"/>
  </w:num>
  <w:num w:numId="32">
    <w:abstractNumId w:val="16"/>
  </w:num>
  <w:num w:numId="33">
    <w:abstractNumId w:val="19"/>
  </w:num>
  <w:num w:numId="34">
    <w:abstractNumId w:val="14"/>
  </w:num>
  <w:num w:numId="35">
    <w:abstractNumId w:val="6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5674"/>
    <w:rsid w:val="000F29F2"/>
    <w:rsid w:val="00101659"/>
    <w:rsid w:val="00105AEA"/>
    <w:rsid w:val="001078BF"/>
    <w:rsid w:val="00133201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96EB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877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9037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224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11F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BB4"/>
    <w:rsid w:val="006679FD"/>
    <w:rsid w:val="00686A49"/>
    <w:rsid w:val="00687B62"/>
    <w:rsid w:val="00690C44"/>
    <w:rsid w:val="00690E9D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5AA5"/>
    <w:rsid w:val="007D5A78"/>
    <w:rsid w:val="007E3BD1"/>
    <w:rsid w:val="007F1563"/>
    <w:rsid w:val="007F1EB2"/>
    <w:rsid w:val="007F44DB"/>
    <w:rsid w:val="007F5A8B"/>
    <w:rsid w:val="0080076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0D4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57F34"/>
    <w:rsid w:val="00960F6C"/>
    <w:rsid w:val="00970747"/>
    <w:rsid w:val="0099422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AF747A"/>
    <w:rsid w:val="00B0712C"/>
    <w:rsid w:val="00B12013"/>
    <w:rsid w:val="00B22C67"/>
    <w:rsid w:val="00B3508F"/>
    <w:rsid w:val="00B443EE"/>
    <w:rsid w:val="00B560C8"/>
    <w:rsid w:val="00B5769D"/>
    <w:rsid w:val="00B61150"/>
    <w:rsid w:val="00B6594D"/>
    <w:rsid w:val="00B65BC7"/>
    <w:rsid w:val="00B737EC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05B9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40F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F4AD5"/>
    <w:rsid w:val="00E046F4"/>
    <w:rsid w:val="00E10071"/>
    <w:rsid w:val="00E238E6"/>
    <w:rsid w:val="00E34CD8"/>
    <w:rsid w:val="00E35064"/>
    <w:rsid w:val="00E357F1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D04F1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4F6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B735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0E403D-64F0-4A32-AE26-1A4D83078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C3BF48D-EFAE-4D6C-BB14-6E58A7D0DF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201</TotalTime>
  <Pages>4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33</cp:revision>
  <cp:lastPrinted>2016-05-27T05:21:00Z</cp:lastPrinted>
  <dcterms:created xsi:type="dcterms:W3CDTF">2020-08-25T06:08:00Z</dcterms:created>
  <dcterms:modified xsi:type="dcterms:W3CDTF">2021-06-08T06:23:00Z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